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EF492B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41852175" r:id="rId7"/>
        </w:object>
      </w:r>
    </w:p>
    <w:p w:rsidR="00C03E6A" w:rsidRDefault="00C03E6A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1A66A8" w:rsidP="00C03E6A">
      <w:pPr>
        <w:ind w:firstLine="708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C03E6A" w:rsidRDefault="00C03E6A" w:rsidP="001E6430">
      <w:pPr>
        <w:rPr>
          <w:sz w:val="24"/>
          <w:szCs w:val="24"/>
        </w:rPr>
      </w:pPr>
      <w:bookmarkStart w:id="0" w:name="_GoBack"/>
      <w:bookmarkEnd w:id="0"/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EF492B">
        <w:rPr>
          <w:sz w:val="24"/>
          <w:szCs w:val="24"/>
        </w:rPr>
        <w:t>15293</w:t>
      </w:r>
      <w:r w:rsidR="00267695">
        <w:rPr>
          <w:sz w:val="24"/>
          <w:szCs w:val="24"/>
        </w:rPr>
        <w:t>/201</w:t>
      </w:r>
      <w:r w:rsidR="00A0359C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EF492B">
        <w:rPr>
          <w:sz w:val="24"/>
          <w:szCs w:val="24"/>
        </w:rPr>
        <w:t>0786</w:t>
      </w:r>
      <w:r w:rsidR="00305245">
        <w:rPr>
          <w:sz w:val="24"/>
          <w:szCs w:val="24"/>
        </w:rPr>
        <w:t>/201</w:t>
      </w:r>
      <w:r w:rsidR="00267695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E54BDB" w:rsidRDefault="00E54BDB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8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4110"/>
        <w:gridCol w:w="2397"/>
      </w:tblGrid>
      <w:tr w:rsidR="00EF492B" w:rsidTr="00EF492B">
        <w:trPr>
          <w:trHeight w:val="269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304C7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permStart w:id="1017643629" w:edGrp="everyone"/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LOTE</w:t>
            </w:r>
            <w:permEnd w:id="1017643629"/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304C7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EMPRESAS</w:t>
            </w:r>
          </w:p>
        </w:tc>
        <w:tc>
          <w:tcPr>
            <w:tcW w:w="23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10A5" w:rsidRPr="00304C7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CNPJ</w:t>
            </w:r>
          </w:p>
        </w:tc>
      </w:tr>
      <w:tr w:rsidR="00EF492B" w:rsidTr="00EF492B">
        <w:trPr>
          <w:trHeight w:val="59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43F" w:rsidRDefault="002A443F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43F" w:rsidRPr="00304C75" w:rsidRDefault="00EF492B" w:rsidP="00A0359C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VIRTUAL AUTOMAÇÃO LTDA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3F" w:rsidRPr="00304C75" w:rsidRDefault="00EF492B" w:rsidP="00EF492B">
            <w:pPr>
              <w:jc w:val="center"/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00.250.388</w:t>
            </w:r>
            <w:r w:rsidR="002A443F"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/0001-8</w:t>
            </w: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EF492B" w:rsidTr="00EF492B">
        <w:trPr>
          <w:trHeight w:val="59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43F" w:rsidRDefault="002A443F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43F" w:rsidRPr="00304C75" w:rsidRDefault="00EF492B" w:rsidP="00A0359C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MN TECNOLOGIA LTDA EPP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3F" w:rsidRPr="00304C75" w:rsidRDefault="00EF492B" w:rsidP="00EF492B">
            <w:pPr>
              <w:jc w:val="center"/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03.989.954</w:t>
            </w:r>
            <w:r w:rsidR="002A443F"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/0001-</w:t>
            </w: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7</w:t>
            </w:r>
            <w:r w:rsidR="002A443F"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F492B" w:rsidTr="00EF492B">
        <w:trPr>
          <w:trHeight w:val="59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43F" w:rsidRDefault="00EF492B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43F" w:rsidRPr="00304C75" w:rsidRDefault="00EF492B" w:rsidP="00A0359C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BIG DATA SOLUÇÕES ANALITICAS LTDA EPP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43F" w:rsidRPr="00304C75" w:rsidRDefault="00EF492B" w:rsidP="00EF492B">
            <w:pPr>
              <w:jc w:val="center"/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18.304.620</w:t>
            </w:r>
            <w:r w:rsidR="002A443F"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/0001-</w:t>
            </w: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EF492B" w:rsidTr="00EF492B">
        <w:trPr>
          <w:trHeight w:val="59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92B" w:rsidRDefault="00EF492B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01, 05, 06, 07, 08, 09, 10, 11 e 13</w:t>
            </w:r>
          </w:p>
        </w:tc>
        <w:tc>
          <w:tcPr>
            <w:tcW w:w="6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92B" w:rsidRDefault="00EF492B" w:rsidP="00A0359C">
            <w:pPr>
              <w:jc w:val="center"/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DESERTOS</w:t>
            </w:r>
          </w:p>
        </w:tc>
      </w:tr>
      <w:tr w:rsidR="00EF492B" w:rsidTr="00EF492B">
        <w:trPr>
          <w:trHeight w:val="59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92B" w:rsidRDefault="00EF492B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04</w:t>
            </w:r>
          </w:p>
        </w:tc>
        <w:tc>
          <w:tcPr>
            <w:tcW w:w="6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492B" w:rsidRDefault="00EF492B" w:rsidP="00A0359C">
            <w:pPr>
              <w:jc w:val="center"/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INRUTÍFERO</w:t>
            </w:r>
          </w:p>
        </w:tc>
      </w:tr>
    </w:tbl>
    <w:p w:rsidR="00A0359C" w:rsidRDefault="00A0359C" w:rsidP="000C51E8">
      <w:pPr>
        <w:jc w:val="both"/>
        <w:rPr>
          <w:sz w:val="24"/>
          <w:szCs w:val="24"/>
        </w:rPr>
      </w:pPr>
    </w:p>
    <w:p w:rsidR="00E24697" w:rsidRDefault="008E42CA" w:rsidP="00A0359C">
      <w:pPr>
        <w:tabs>
          <w:tab w:val="left" w:pos="501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E54BD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7F5C65" w:rsidRDefault="007F5C65">
      <w:pPr>
        <w:rPr>
          <w:sz w:val="24"/>
          <w:szCs w:val="24"/>
        </w:rPr>
      </w:pPr>
    </w:p>
    <w:p w:rsidR="00C03E6A" w:rsidRDefault="00C03E6A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REITOR DA UDESC</w:t>
      </w:r>
    </w:p>
    <w:sectPr w:rsidR="00E24697" w:rsidRPr="00E24697" w:rsidSect="00365FA7">
      <w:headerReference w:type="default" r:id="rId8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0E3A26"/>
    <w:rsid w:val="00143D62"/>
    <w:rsid w:val="00144A34"/>
    <w:rsid w:val="001A66A8"/>
    <w:rsid w:val="001E6430"/>
    <w:rsid w:val="00206B28"/>
    <w:rsid w:val="002213FB"/>
    <w:rsid w:val="002337DC"/>
    <w:rsid w:val="00267695"/>
    <w:rsid w:val="002A443F"/>
    <w:rsid w:val="00304C75"/>
    <w:rsid w:val="00305245"/>
    <w:rsid w:val="003658F8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0359C"/>
    <w:rsid w:val="00A672F1"/>
    <w:rsid w:val="00A867B3"/>
    <w:rsid w:val="00AB29B6"/>
    <w:rsid w:val="00AD19A7"/>
    <w:rsid w:val="00B222F7"/>
    <w:rsid w:val="00B2282A"/>
    <w:rsid w:val="00B25794"/>
    <w:rsid w:val="00BE1F14"/>
    <w:rsid w:val="00BF19AB"/>
    <w:rsid w:val="00C03E6A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76EA9"/>
    <w:rsid w:val="00EF492B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33</TotalTime>
  <Pages>1</Pages>
  <Words>76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9</cp:revision>
  <cp:lastPrinted>2016-04-27T12:56:00Z</cp:lastPrinted>
  <dcterms:created xsi:type="dcterms:W3CDTF">2016-03-30T20:11:00Z</dcterms:created>
  <dcterms:modified xsi:type="dcterms:W3CDTF">2016-11-28T17:30:00Z</dcterms:modified>
</cp:coreProperties>
</file>